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9F2C4" w14:textId="77777777" w:rsidR="00302193" w:rsidRDefault="008D248E">
      <w:r>
        <w:t>Name: ______________________________</w:t>
      </w:r>
      <w:r>
        <w:tab/>
      </w:r>
      <w:r>
        <w:tab/>
        <w:t>Period: ________</w:t>
      </w:r>
      <w:r>
        <w:tab/>
        <w:t>Date: _____________</w:t>
      </w:r>
    </w:p>
    <w:p w14:paraId="5A332224" w14:textId="77777777" w:rsidR="008D248E" w:rsidRDefault="008D248E"/>
    <w:p w14:paraId="76B1B038" w14:textId="77777777" w:rsidR="008D248E" w:rsidRPr="008D248E" w:rsidRDefault="00300F2D" w:rsidP="008D248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One-Step Unit Conversion Problems</w:t>
      </w:r>
    </w:p>
    <w:p w14:paraId="19C238D3" w14:textId="77777777" w:rsidR="00300F2D" w:rsidRDefault="00300F2D"/>
    <w:tbl>
      <w:tblPr>
        <w:tblStyle w:val="GridTable4-Accent1"/>
        <w:tblW w:w="0" w:type="auto"/>
        <w:jc w:val="center"/>
        <w:tblLook w:val="04A0" w:firstRow="1" w:lastRow="0" w:firstColumn="1" w:lastColumn="0" w:noHBand="0" w:noVBand="1"/>
      </w:tblPr>
      <w:tblGrid>
        <w:gridCol w:w="2100"/>
        <w:gridCol w:w="1905"/>
        <w:gridCol w:w="1844"/>
      </w:tblGrid>
      <w:tr w:rsidR="00300F2D" w14:paraId="76861F1E" w14:textId="77777777" w:rsidTr="00300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</w:tcPr>
          <w:p w14:paraId="4B0AC075" w14:textId="77777777" w:rsidR="00300F2D" w:rsidRDefault="00300F2D" w:rsidP="00300F2D">
            <w:pPr>
              <w:jc w:val="center"/>
            </w:pPr>
            <w:r>
              <w:t>Conversion Table</w:t>
            </w:r>
          </w:p>
        </w:tc>
      </w:tr>
      <w:tr w:rsidR="00300F2D" w14:paraId="2F1935E7" w14:textId="77777777" w:rsidTr="00300F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264C134" w14:textId="77777777" w:rsidR="00300F2D" w:rsidRPr="00300F2D" w:rsidRDefault="00300F2D" w:rsidP="00300F2D">
            <w:pPr>
              <w:jc w:val="center"/>
              <w:rPr>
                <w:b w:val="0"/>
                <w:sz w:val="20"/>
                <w:szCs w:val="20"/>
              </w:rPr>
            </w:pPr>
            <w:r w:rsidRPr="00300F2D">
              <w:rPr>
                <w:b w:val="0"/>
                <w:sz w:val="20"/>
                <w:szCs w:val="20"/>
              </w:rPr>
              <w:t>1 yard = 3 feet</w:t>
            </w:r>
          </w:p>
          <w:p w14:paraId="3E54B2BF" w14:textId="77777777" w:rsidR="00300F2D" w:rsidRPr="00300F2D" w:rsidRDefault="00300F2D" w:rsidP="00300F2D">
            <w:pPr>
              <w:jc w:val="center"/>
              <w:rPr>
                <w:b w:val="0"/>
                <w:sz w:val="20"/>
                <w:szCs w:val="20"/>
              </w:rPr>
            </w:pPr>
            <w:r w:rsidRPr="00300F2D">
              <w:rPr>
                <w:b w:val="0"/>
                <w:sz w:val="20"/>
                <w:szCs w:val="20"/>
              </w:rPr>
              <w:t>1 gallon = 4 quarts</w:t>
            </w:r>
          </w:p>
          <w:p w14:paraId="525A0E78" w14:textId="77777777" w:rsidR="00300F2D" w:rsidRPr="00300F2D" w:rsidRDefault="00300F2D" w:rsidP="00300F2D">
            <w:pPr>
              <w:jc w:val="center"/>
              <w:rPr>
                <w:b w:val="0"/>
                <w:sz w:val="20"/>
                <w:szCs w:val="20"/>
              </w:rPr>
            </w:pPr>
            <w:r w:rsidRPr="00300F2D">
              <w:rPr>
                <w:b w:val="0"/>
                <w:sz w:val="20"/>
                <w:szCs w:val="20"/>
              </w:rPr>
              <w:t>1 L = 1000 mL</w:t>
            </w:r>
          </w:p>
          <w:p w14:paraId="63E9FD90" w14:textId="77777777" w:rsidR="00300F2D" w:rsidRPr="00300F2D" w:rsidRDefault="00300F2D" w:rsidP="00300F2D">
            <w:pPr>
              <w:jc w:val="center"/>
              <w:rPr>
                <w:sz w:val="20"/>
                <w:szCs w:val="20"/>
              </w:rPr>
            </w:pPr>
            <w:r w:rsidRPr="00300F2D">
              <w:rPr>
                <w:b w:val="0"/>
                <w:sz w:val="20"/>
                <w:szCs w:val="20"/>
              </w:rPr>
              <w:t>16g food = 130 calories</w:t>
            </w:r>
          </w:p>
        </w:tc>
        <w:tc>
          <w:tcPr>
            <w:tcW w:w="0" w:type="auto"/>
          </w:tcPr>
          <w:p w14:paraId="22B173B4" w14:textId="77777777" w:rsidR="00300F2D" w:rsidRPr="00300F2D" w:rsidRDefault="00300F2D" w:rsidP="00300F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00F2D">
              <w:rPr>
                <w:sz w:val="20"/>
                <w:szCs w:val="20"/>
              </w:rPr>
              <w:t>1000 m = 1 km</w:t>
            </w:r>
          </w:p>
          <w:p w14:paraId="0CB07392" w14:textId="77777777" w:rsidR="00300F2D" w:rsidRPr="00300F2D" w:rsidRDefault="00300F2D" w:rsidP="00300F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00F2D">
              <w:rPr>
                <w:sz w:val="20"/>
                <w:szCs w:val="20"/>
              </w:rPr>
              <w:t>1 pound = 16 ounces</w:t>
            </w:r>
          </w:p>
          <w:p w14:paraId="684E5DD6" w14:textId="77777777" w:rsidR="00300F2D" w:rsidRPr="00300F2D" w:rsidRDefault="00300F2D" w:rsidP="00300F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00F2D">
              <w:rPr>
                <w:sz w:val="20"/>
                <w:szCs w:val="20"/>
              </w:rPr>
              <w:t>1000g = 1 kg</w:t>
            </w:r>
          </w:p>
        </w:tc>
        <w:tc>
          <w:tcPr>
            <w:tcW w:w="0" w:type="auto"/>
          </w:tcPr>
          <w:p w14:paraId="2172C49E" w14:textId="77777777" w:rsidR="00300F2D" w:rsidRPr="00300F2D" w:rsidRDefault="00300F2D" w:rsidP="00300F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00F2D">
              <w:rPr>
                <w:sz w:val="20"/>
                <w:szCs w:val="20"/>
              </w:rPr>
              <w:t>1 mile = 5,280 feet</w:t>
            </w:r>
          </w:p>
          <w:p w14:paraId="4AEDAE20" w14:textId="77777777" w:rsidR="00300F2D" w:rsidRPr="00300F2D" w:rsidRDefault="00300F2D" w:rsidP="00300F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00F2D">
              <w:rPr>
                <w:sz w:val="20"/>
                <w:szCs w:val="20"/>
              </w:rPr>
              <w:t>1 mile = 1,760 yards</w:t>
            </w:r>
          </w:p>
          <w:p w14:paraId="1B3DDB77" w14:textId="77777777" w:rsidR="00300F2D" w:rsidRPr="00300F2D" w:rsidRDefault="00300F2D" w:rsidP="00300F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00F2D">
              <w:rPr>
                <w:sz w:val="20"/>
                <w:szCs w:val="20"/>
              </w:rPr>
              <w:t>1 meter = 100 cm</w:t>
            </w:r>
          </w:p>
        </w:tc>
      </w:tr>
    </w:tbl>
    <w:p w14:paraId="7535B84E" w14:textId="77777777" w:rsidR="00300F2D" w:rsidRDefault="00300F2D"/>
    <w:p w14:paraId="28EC7CED" w14:textId="77777777" w:rsidR="00300F2D" w:rsidRDefault="00300F2D"/>
    <w:p w14:paraId="13815BDA" w14:textId="77777777" w:rsidR="00300F2D" w:rsidRPr="00CB5F04" w:rsidRDefault="00300F2D" w:rsidP="00CB5F04">
      <w:pPr>
        <w:pStyle w:val="ListParagraph"/>
        <w:numPr>
          <w:ilvl w:val="0"/>
          <w:numId w:val="2"/>
        </w:numPr>
        <w:ind w:left="270"/>
        <w:rPr>
          <w:b/>
        </w:rPr>
      </w:pPr>
      <w:r w:rsidRPr="00CB5F04">
        <w:rPr>
          <w:b/>
        </w:rPr>
        <w:t>How many feet are in a football field (100 yards)?</w:t>
      </w:r>
    </w:p>
    <w:p w14:paraId="58FD9249" w14:textId="77777777" w:rsidR="00CB5F04" w:rsidRDefault="00CB5F04" w:rsidP="00CB5F04">
      <w:pPr>
        <w:ind w:left="270"/>
      </w:pPr>
    </w:p>
    <w:p w14:paraId="64AD862C" w14:textId="7B97652A" w:rsidR="00300F2D" w:rsidRDefault="00CB5F04" w:rsidP="00CB5F04">
      <w:pPr>
        <w:ind w:left="270"/>
      </w:pPr>
      <w:r>
        <w:t>GIVEN:</w:t>
      </w:r>
      <w:r>
        <w:tab/>
      </w:r>
      <w:r>
        <w:tab/>
      </w:r>
      <w:r>
        <w:tab/>
      </w:r>
      <w:r>
        <w:tab/>
      </w:r>
      <w:r>
        <w:tab/>
      </w:r>
      <w:r>
        <w:tab/>
        <w:t>LOOKING FOR:</w:t>
      </w:r>
    </w:p>
    <w:p w14:paraId="773CE72A" w14:textId="77777777" w:rsidR="00300F2D" w:rsidRDefault="00300F2D" w:rsidP="00CB5F04">
      <w:pPr>
        <w:ind w:left="270"/>
      </w:pPr>
    </w:p>
    <w:p w14:paraId="767D3243" w14:textId="77777777" w:rsidR="00300F2D" w:rsidRPr="00CB5F04" w:rsidRDefault="00300F2D" w:rsidP="00CB5F04">
      <w:pPr>
        <w:pStyle w:val="ListParagraph"/>
        <w:numPr>
          <w:ilvl w:val="0"/>
          <w:numId w:val="2"/>
        </w:numPr>
        <w:ind w:left="270"/>
        <w:rPr>
          <w:b/>
        </w:rPr>
      </w:pPr>
      <w:r w:rsidRPr="00CB5F04">
        <w:rPr>
          <w:b/>
        </w:rPr>
        <w:t>How many gallons do you have if you have 18 quarts?</w:t>
      </w:r>
    </w:p>
    <w:p w14:paraId="2E634429" w14:textId="77777777" w:rsidR="00CB5F04" w:rsidRDefault="00CB5F04" w:rsidP="00CB5F04">
      <w:pPr>
        <w:ind w:left="270"/>
      </w:pPr>
    </w:p>
    <w:p w14:paraId="1FFF2398" w14:textId="785BD07E" w:rsidR="00300F2D" w:rsidRDefault="00CB5F04" w:rsidP="00CB5F04">
      <w:pPr>
        <w:ind w:left="270"/>
      </w:pPr>
      <w:r>
        <w:t>GIVEN:</w:t>
      </w:r>
      <w:r>
        <w:tab/>
      </w:r>
      <w:r>
        <w:tab/>
      </w:r>
      <w:r>
        <w:tab/>
      </w:r>
      <w:r>
        <w:tab/>
      </w:r>
      <w:r>
        <w:tab/>
      </w:r>
      <w:r>
        <w:tab/>
        <w:t>LOOKING FOR:</w:t>
      </w:r>
    </w:p>
    <w:p w14:paraId="1A053A50" w14:textId="77777777" w:rsidR="00300F2D" w:rsidRDefault="00300F2D" w:rsidP="00CB5F04">
      <w:pPr>
        <w:ind w:left="270"/>
      </w:pPr>
    </w:p>
    <w:p w14:paraId="559ADC76" w14:textId="77777777" w:rsidR="00300F2D" w:rsidRPr="00CB5F04" w:rsidRDefault="00300F2D" w:rsidP="00CB5F04">
      <w:pPr>
        <w:pStyle w:val="ListParagraph"/>
        <w:numPr>
          <w:ilvl w:val="0"/>
          <w:numId w:val="2"/>
        </w:numPr>
        <w:ind w:left="270"/>
        <w:rPr>
          <w:b/>
        </w:rPr>
      </w:pPr>
      <w:r w:rsidRPr="00CB5F04">
        <w:rPr>
          <w:b/>
        </w:rPr>
        <w:t>How many milliliters are in 5.7 Liters?</w:t>
      </w:r>
    </w:p>
    <w:p w14:paraId="23D27FB9" w14:textId="77777777" w:rsidR="00CB5F04" w:rsidRDefault="00CB5F04" w:rsidP="00CB5F04">
      <w:pPr>
        <w:pStyle w:val="ListParagraph"/>
        <w:ind w:left="270"/>
      </w:pPr>
    </w:p>
    <w:p w14:paraId="5D7A9513" w14:textId="26583DA9" w:rsidR="00CB5F04" w:rsidRDefault="00CB5F04" w:rsidP="00CB5F04">
      <w:pPr>
        <w:pStyle w:val="ListParagraph"/>
        <w:ind w:left="270"/>
      </w:pPr>
      <w:r>
        <w:t>GIVEN:</w:t>
      </w:r>
      <w:r>
        <w:tab/>
      </w:r>
      <w:r>
        <w:tab/>
      </w:r>
      <w:r>
        <w:tab/>
      </w:r>
      <w:r>
        <w:tab/>
      </w:r>
      <w:r>
        <w:tab/>
      </w:r>
      <w:r>
        <w:tab/>
        <w:t>LOOKING FOR:</w:t>
      </w:r>
    </w:p>
    <w:p w14:paraId="42B5F4EF" w14:textId="77777777" w:rsidR="00CB5F04" w:rsidRDefault="00CB5F04" w:rsidP="00CB5F04">
      <w:pPr>
        <w:ind w:left="270"/>
      </w:pPr>
    </w:p>
    <w:p w14:paraId="5EA5A651" w14:textId="77777777" w:rsidR="00CB5F04" w:rsidRDefault="00CB5F04" w:rsidP="00CB5F04">
      <w:pPr>
        <w:ind w:firstLine="270"/>
        <w:rPr>
          <w:rFonts w:ascii="Calibri" w:hAnsi="Calibri"/>
        </w:rPr>
      </w:pPr>
      <w:r>
        <w:rPr>
          <w:rFonts w:ascii="Calibri" w:hAnsi="Calibri"/>
        </w:rPr>
        <w:t>T-CHART:</w:t>
      </w:r>
    </w:p>
    <w:p w14:paraId="59825867" w14:textId="77777777" w:rsidR="00CB5F04" w:rsidRDefault="00CB5F04" w:rsidP="00CB5F04">
      <w:pPr>
        <w:ind w:left="270"/>
      </w:pPr>
    </w:p>
    <w:p w14:paraId="31088D0F" w14:textId="77777777" w:rsidR="00300F2D" w:rsidRDefault="00300F2D" w:rsidP="00CB5F04">
      <w:pPr>
        <w:ind w:left="270"/>
      </w:pPr>
    </w:p>
    <w:p w14:paraId="30184B65" w14:textId="77777777" w:rsidR="00300F2D" w:rsidRDefault="00300F2D" w:rsidP="00CB5F04">
      <w:pPr>
        <w:ind w:left="270"/>
      </w:pPr>
    </w:p>
    <w:p w14:paraId="2F113E74" w14:textId="77777777" w:rsidR="00300F2D" w:rsidRDefault="00300F2D" w:rsidP="00CB5F04">
      <w:pPr>
        <w:ind w:left="270"/>
      </w:pPr>
    </w:p>
    <w:p w14:paraId="4395BD09" w14:textId="77777777" w:rsidR="00300F2D" w:rsidRPr="00CB5F04" w:rsidRDefault="00300F2D" w:rsidP="00CB5F04">
      <w:pPr>
        <w:pStyle w:val="ListParagraph"/>
        <w:numPr>
          <w:ilvl w:val="0"/>
          <w:numId w:val="2"/>
        </w:numPr>
        <w:ind w:left="270"/>
        <w:rPr>
          <w:b/>
        </w:rPr>
      </w:pPr>
      <w:r w:rsidRPr="00CB5F04">
        <w:rPr>
          <w:b/>
        </w:rPr>
        <w:t>The average age of a high school sophomore is 15.5.  How many days old is the average high school sophomore?</w:t>
      </w:r>
    </w:p>
    <w:p w14:paraId="443DB357" w14:textId="77777777" w:rsidR="00CB5F04" w:rsidRDefault="00CB5F04" w:rsidP="00CB5F04">
      <w:pPr>
        <w:ind w:left="270"/>
      </w:pPr>
    </w:p>
    <w:p w14:paraId="0E15DAB7" w14:textId="62EAF063" w:rsidR="00CB5F04" w:rsidRDefault="00CB5F04" w:rsidP="00CB5F04">
      <w:pPr>
        <w:ind w:left="270"/>
      </w:pPr>
      <w:r>
        <w:t>GIVEN:</w:t>
      </w:r>
      <w:r>
        <w:tab/>
      </w:r>
      <w:r>
        <w:tab/>
      </w:r>
      <w:r>
        <w:tab/>
      </w:r>
      <w:r>
        <w:tab/>
      </w:r>
      <w:r>
        <w:tab/>
      </w:r>
      <w:r>
        <w:tab/>
        <w:t>LOOKING FOR:</w:t>
      </w:r>
    </w:p>
    <w:p w14:paraId="7774443E" w14:textId="77777777" w:rsidR="00CB5F04" w:rsidRDefault="00CB5F04" w:rsidP="00CB5F04">
      <w:pPr>
        <w:ind w:left="270"/>
      </w:pPr>
    </w:p>
    <w:p w14:paraId="426AED58" w14:textId="77777777" w:rsidR="00CB5F04" w:rsidRPr="00CB5F04" w:rsidRDefault="00CB5F04" w:rsidP="00CB5F04">
      <w:pPr>
        <w:ind w:left="270"/>
        <w:rPr>
          <w:rFonts w:ascii="Calibri" w:hAnsi="Calibri"/>
        </w:rPr>
      </w:pPr>
      <w:r w:rsidRPr="00CB5F04">
        <w:rPr>
          <w:rFonts w:ascii="Calibri" w:hAnsi="Calibri"/>
        </w:rPr>
        <w:t>T-CHART:</w:t>
      </w:r>
    </w:p>
    <w:p w14:paraId="1B201553" w14:textId="77777777" w:rsidR="00CB5F04" w:rsidRDefault="00CB5F04" w:rsidP="00CB5F04">
      <w:pPr>
        <w:ind w:left="270"/>
      </w:pPr>
    </w:p>
    <w:p w14:paraId="38DEC827" w14:textId="77777777" w:rsidR="00CB5F04" w:rsidRDefault="00CB5F04" w:rsidP="00CB5F04">
      <w:pPr>
        <w:ind w:left="270"/>
      </w:pPr>
    </w:p>
    <w:p w14:paraId="55B14015" w14:textId="77777777" w:rsidR="00CB5F04" w:rsidRDefault="00CB5F04" w:rsidP="00CB5F04">
      <w:pPr>
        <w:ind w:left="270"/>
      </w:pPr>
    </w:p>
    <w:p w14:paraId="29BDDD2A" w14:textId="77777777" w:rsidR="00300F2D" w:rsidRDefault="00300F2D" w:rsidP="00CB5F04">
      <w:pPr>
        <w:ind w:left="270"/>
      </w:pPr>
    </w:p>
    <w:p w14:paraId="73DA701E" w14:textId="77777777" w:rsidR="00300F2D" w:rsidRPr="00CB5F04" w:rsidRDefault="00300F2D" w:rsidP="00CB5F04">
      <w:pPr>
        <w:pStyle w:val="ListParagraph"/>
        <w:numPr>
          <w:ilvl w:val="0"/>
          <w:numId w:val="2"/>
        </w:numPr>
        <w:tabs>
          <w:tab w:val="left" w:pos="270"/>
        </w:tabs>
        <w:spacing w:before="100" w:after="100"/>
        <w:ind w:left="270"/>
        <w:rPr>
          <w:b/>
        </w:rPr>
      </w:pPr>
      <w:r w:rsidRPr="00CB5F04">
        <w:rPr>
          <w:b/>
        </w:rPr>
        <w:t>How many grams of food would you need in order to consume 2150 calories?</w:t>
      </w:r>
    </w:p>
    <w:p w14:paraId="6C73DFC0" w14:textId="77777777" w:rsidR="00CB5F04" w:rsidRDefault="00CB5F04" w:rsidP="00CB5F04">
      <w:pPr>
        <w:ind w:left="270"/>
      </w:pPr>
    </w:p>
    <w:p w14:paraId="345BBA61" w14:textId="3DCF3407" w:rsidR="00CB5F04" w:rsidRDefault="00CB5F04" w:rsidP="00CB5F04">
      <w:pPr>
        <w:ind w:left="270"/>
      </w:pPr>
      <w:r>
        <w:t>GIVEN:</w:t>
      </w:r>
      <w:r>
        <w:tab/>
      </w:r>
      <w:r>
        <w:tab/>
      </w:r>
      <w:r>
        <w:tab/>
      </w:r>
      <w:r>
        <w:tab/>
      </w:r>
      <w:r>
        <w:tab/>
      </w:r>
      <w:r>
        <w:tab/>
        <w:t>LOOKING FOR:</w:t>
      </w:r>
    </w:p>
    <w:p w14:paraId="3E09F394" w14:textId="77777777" w:rsidR="00CB5F04" w:rsidRDefault="00CB5F04" w:rsidP="00CB5F04">
      <w:pPr>
        <w:ind w:left="270"/>
      </w:pPr>
    </w:p>
    <w:p w14:paraId="1ED25487" w14:textId="77777777" w:rsidR="00CB5F04" w:rsidRPr="00CB5F04" w:rsidRDefault="00CB5F04" w:rsidP="00CB5F04">
      <w:pPr>
        <w:ind w:left="270"/>
        <w:rPr>
          <w:rFonts w:ascii="Calibri" w:hAnsi="Calibri"/>
        </w:rPr>
      </w:pPr>
      <w:r w:rsidRPr="00CB5F04">
        <w:rPr>
          <w:rFonts w:ascii="Calibri" w:hAnsi="Calibri"/>
        </w:rPr>
        <w:t>T-CHART:</w:t>
      </w:r>
    </w:p>
    <w:p w14:paraId="060177C4" w14:textId="77777777" w:rsidR="00CB5F04" w:rsidRDefault="00CB5F04" w:rsidP="00CB5F04">
      <w:pPr>
        <w:ind w:left="270"/>
      </w:pPr>
    </w:p>
    <w:p w14:paraId="015C60F1" w14:textId="77777777" w:rsidR="00CB5F04" w:rsidRDefault="00CB5F04" w:rsidP="00CB5F04">
      <w:pPr>
        <w:ind w:left="270"/>
      </w:pPr>
    </w:p>
    <w:p w14:paraId="031F3F70" w14:textId="77777777" w:rsidR="00300F2D" w:rsidRDefault="00300F2D" w:rsidP="00CB5F04">
      <w:pPr>
        <w:ind w:left="270"/>
      </w:pPr>
    </w:p>
    <w:p w14:paraId="60D160F6" w14:textId="77777777" w:rsidR="00300F2D" w:rsidRPr="00CB5F04" w:rsidRDefault="00300F2D" w:rsidP="00CB5F04">
      <w:pPr>
        <w:pStyle w:val="ListParagraph"/>
        <w:numPr>
          <w:ilvl w:val="0"/>
          <w:numId w:val="2"/>
        </w:numPr>
        <w:ind w:left="270"/>
        <w:rPr>
          <w:b/>
        </w:rPr>
      </w:pPr>
      <w:r w:rsidRPr="00CB5F04">
        <w:rPr>
          <w:b/>
        </w:rPr>
        <w:lastRenderedPageBreak/>
        <w:t>How many kilometers are in 2500 meters?</w:t>
      </w:r>
    </w:p>
    <w:p w14:paraId="119CEB23" w14:textId="77777777" w:rsidR="00CB5F04" w:rsidRDefault="00CB5F04" w:rsidP="00CB5F04">
      <w:pPr>
        <w:ind w:left="270"/>
      </w:pPr>
    </w:p>
    <w:p w14:paraId="4BF55D2E" w14:textId="490749D0" w:rsidR="00CB5F04" w:rsidRDefault="00CB5F04" w:rsidP="00CB5F04">
      <w:pPr>
        <w:ind w:left="270"/>
      </w:pPr>
      <w:r>
        <w:t>GIVEN:</w:t>
      </w:r>
      <w:r>
        <w:tab/>
      </w:r>
      <w:r>
        <w:tab/>
      </w:r>
      <w:r>
        <w:tab/>
      </w:r>
      <w:r>
        <w:tab/>
      </w:r>
      <w:r>
        <w:tab/>
      </w:r>
      <w:r>
        <w:tab/>
        <w:t>LOOKING FOR:</w:t>
      </w:r>
    </w:p>
    <w:p w14:paraId="1F0481C8" w14:textId="77777777" w:rsidR="00CB5F04" w:rsidRDefault="00CB5F04" w:rsidP="00CB5F04">
      <w:pPr>
        <w:ind w:left="270"/>
      </w:pPr>
    </w:p>
    <w:p w14:paraId="0AF3A7DB" w14:textId="77777777" w:rsidR="00CB5F04" w:rsidRPr="00CB5F04" w:rsidRDefault="00CB5F04" w:rsidP="00CB5F04">
      <w:pPr>
        <w:ind w:left="270"/>
        <w:rPr>
          <w:rFonts w:ascii="Calibri" w:hAnsi="Calibri"/>
        </w:rPr>
      </w:pPr>
      <w:r w:rsidRPr="00CB5F04">
        <w:rPr>
          <w:rFonts w:ascii="Calibri" w:hAnsi="Calibri"/>
        </w:rPr>
        <w:t>T-CHART:</w:t>
      </w:r>
    </w:p>
    <w:p w14:paraId="407B3A00" w14:textId="77777777" w:rsidR="00CB5F04" w:rsidRDefault="00CB5F04" w:rsidP="00CB5F04">
      <w:pPr>
        <w:ind w:left="270"/>
      </w:pPr>
    </w:p>
    <w:p w14:paraId="12956449" w14:textId="77777777" w:rsidR="00300F2D" w:rsidRDefault="00300F2D" w:rsidP="00CB5F04">
      <w:pPr>
        <w:ind w:left="270"/>
      </w:pPr>
    </w:p>
    <w:p w14:paraId="75B7BB0D" w14:textId="77777777" w:rsidR="00CB5F04" w:rsidRDefault="00CB5F04" w:rsidP="00CB5F04">
      <w:pPr>
        <w:ind w:left="270"/>
      </w:pPr>
    </w:p>
    <w:p w14:paraId="248FDCE8" w14:textId="77777777" w:rsidR="00CB5F04" w:rsidRDefault="00CB5F04" w:rsidP="00CB5F04">
      <w:pPr>
        <w:ind w:left="270"/>
      </w:pPr>
    </w:p>
    <w:p w14:paraId="08350869" w14:textId="77777777" w:rsidR="00300F2D" w:rsidRPr="00CB5F04" w:rsidRDefault="00300F2D" w:rsidP="00CB5F04">
      <w:pPr>
        <w:pStyle w:val="ListParagraph"/>
        <w:numPr>
          <w:ilvl w:val="0"/>
          <w:numId w:val="2"/>
        </w:numPr>
        <w:ind w:left="270"/>
        <w:rPr>
          <w:b/>
        </w:rPr>
      </w:pPr>
      <w:r w:rsidRPr="00CB5F04">
        <w:rPr>
          <w:b/>
        </w:rPr>
        <w:t>Texas is 790 miles from East to West.  How many feet wide is it?</w:t>
      </w:r>
    </w:p>
    <w:p w14:paraId="637D36EA" w14:textId="77777777" w:rsidR="00CB5F04" w:rsidRDefault="00CB5F04" w:rsidP="00CB5F04">
      <w:pPr>
        <w:ind w:left="270"/>
      </w:pPr>
    </w:p>
    <w:p w14:paraId="55B09296" w14:textId="31756317" w:rsidR="00CB5F04" w:rsidRDefault="00CB5F04" w:rsidP="00CB5F04">
      <w:pPr>
        <w:ind w:left="270"/>
      </w:pPr>
      <w:r>
        <w:t>GIVEN:</w:t>
      </w:r>
      <w:r>
        <w:tab/>
      </w:r>
      <w:r>
        <w:tab/>
      </w:r>
      <w:r>
        <w:tab/>
      </w:r>
      <w:r>
        <w:tab/>
      </w:r>
      <w:r>
        <w:tab/>
      </w:r>
      <w:r>
        <w:tab/>
        <w:t>LOOKING FOR:</w:t>
      </w:r>
    </w:p>
    <w:p w14:paraId="71F46DB0" w14:textId="77777777" w:rsidR="00CB5F04" w:rsidRDefault="00CB5F04" w:rsidP="00CB5F04">
      <w:pPr>
        <w:ind w:left="270"/>
      </w:pPr>
    </w:p>
    <w:p w14:paraId="4920FA0A" w14:textId="77777777" w:rsidR="00CB5F04" w:rsidRPr="00CB5F04" w:rsidRDefault="00CB5F04" w:rsidP="00CB5F04">
      <w:pPr>
        <w:ind w:left="270"/>
        <w:rPr>
          <w:rFonts w:ascii="Calibri" w:hAnsi="Calibri"/>
        </w:rPr>
      </w:pPr>
      <w:r w:rsidRPr="00CB5F04">
        <w:rPr>
          <w:rFonts w:ascii="Calibri" w:hAnsi="Calibri"/>
        </w:rPr>
        <w:t>T-CHART:</w:t>
      </w:r>
    </w:p>
    <w:p w14:paraId="11252A47" w14:textId="77777777" w:rsidR="00CB5F04" w:rsidRDefault="00CB5F04" w:rsidP="00CB5F04">
      <w:pPr>
        <w:ind w:left="270"/>
      </w:pPr>
    </w:p>
    <w:p w14:paraId="3E1A7B6F" w14:textId="77777777" w:rsidR="00CB5F04" w:rsidRDefault="00CB5F04" w:rsidP="00CB5F04">
      <w:pPr>
        <w:ind w:left="270"/>
      </w:pPr>
    </w:p>
    <w:p w14:paraId="59D394B2" w14:textId="77777777" w:rsidR="00CB5F04" w:rsidRDefault="00CB5F04" w:rsidP="00CB5F04">
      <w:pPr>
        <w:ind w:left="270"/>
      </w:pPr>
    </w:p>
    <w:p w14:paraId="0E6AE7FD" w14:textId="77777777" w:rsidR="00300F2D" w:rsidRDefault="00300F2D" w:rsidP="00CB5F04">
      <w:pPr>
        <w:ind w:left="270"/>
      </w:pPr>
    </w:p>
    <w:p w14:paraId="36529CB1" w14:textId="5DEBE6A4" w:rsidR="00300F2D" w:rsidRPr="00CB5F04" w:rsidRDefault="00300F2D" w:rsidP="00CB5F04">
      <w:pPr>
        <w:pStyle w:val="ListParagraph"/>
        <w:numPr>
          <w:ilvl w:val="0"/>
          <w:numId w:val="2"/>
        </w:numPr>
        <w:ind w:left="270"/>
        <w:rPr>
          <w:b/>
        </w:rPr>
      </w:pPr>
      <w:r w:rsidRPr="00CB5F04">
        <w:rPr>
          <w:b/>
        </w:rPr>
        <w:t xml:space="preserve">Each large pizza can feed three teenage boys.  How many pizzas would be needed to feed the </w:t>
      </w:r>
      <w:r w:rsidR="00960462">
        <w:rPr>
          <w:b/>
        </w:rPr>
        <w:t>WLPCS</w:t>
      </w:r>
      <w:r w:rsidRPr="00CB5F04">
        <w:rPr>
          <w:b/>
        </w:rPr>
        <w:t xml:space="preserve"> </w:t>
      </w:r>
      <w:r w:rsidR="00960462">
        <w:rPr>
          <w:b/>
        </w:rPr>
        <w:t>wrestling</w:t>
      </w:r>
      <w:r w:rsidRPr="00CB5F04">
        <w:rPr>
          <w:b/>
        </w:rPr>
        <w:t xml:space="preserve"> team?  (20 teenage boys).</w:t>
      </w:r>
    </w:p>
    <w:p w14:paraId="5C57AB98" w14:textId="77777777" w:rsidR="00CB5F04" w:rsidRDefault="00CB5F04" w:rsidP="00CB5F04">
      <w:pPr>
        <w:ind w:left="270"/>
      </w:pPr>
    </w:p>
    <w:p w14:paraId="2A5EBEDC" w14:textId="3778679D" w:rsidR="00CB5F04" w:rsidRDefault="00CB5F04" w:rsidP="00CB5F04">
      <w:pPr>
        <w:ind w:left="270"/>
      </w:pPr>
      <w:r>
        <w:t>GIVEN:</w:t>
      </w:r>
      <w:r>
        <w:tab/>
      </w:r>
      <w:r>
        <w:tab/>
      </w:r>
      <w:r>
        <w:tab/>
      </w:r>
      <w:r>
        <w:tab/>
      </w:r>
      <w:r>
        <w:tab/>
      </w:r>
      <w:r>
        <w:tab/>
        <w:t>LOOKING FOR:</w:t>
      </w:r>
    </w:p>
    <w:p w14:paraId="0FCCD332" w14:textId="77777777" w:rsidR="00CB5F04" w:rsidRDefault="00CB5F04" w:rsidP="00CB5F04">
      <w:pPr>
        <w:ind w:left="270"/>
      </w:pPr>
    </w:p>
    <w:p w14:paraId="3FCECD67" w14:textId="77777777" w:rsidR="00CB5F04" w:rsidRPr="00CB5F04" w:rsidRDefault="00CB5F04" w:rsidP="00CB5F04">
      <w:pPr>
        <w:ind w:left="270"/>
        <w:rPr>
          <w:rFonts w:ascii="Calibri" w:hAnsi="Calibri"/>
        </w:rPr>
      </w:pPr>
      <w:r w:rsidRPr="00CB5F04">
        <w:rPr>
          <w:rFonts w:ascii="Calibri" w:hAnsi="Calibri"/>
        </w:rPr>
        <w:t>T-CHART:</w:t>
      </w:r>
    </w:p>
    <w:p w14:paraId="7BAAB0A5" w14:textId="77777777" w:rsidR="00CB5F04" w:rsidRDefault="00CB5F04" w:rsidP="00CB5F04">
      <w:pPr>
        <w:ind w:left="270"/>
      </w:pPr>
    </w:p>
    <w:p w14:paraId="6BB9247B" w14:textId="77777777" w:rsidR="00300F2D" w:rsidRDefault="00300F2D" w:rsidP="00CB5F04">
      <w:pPr>
        <w:ind w:left="270"/>
      </w:pPr>
    </w:p>
    <w:p w14:paraId="18FE3249" w14:textId="77777777" w:rsidR="00CB5F04" w:rsidRDefault="00CB5F04" w:rsidP="00CB5F04">
      <w:pPr>
        <w:ind w:left="270"/>
      </w:pPr>
    </w:p>
    <w:p w14:paraId="6ADBCFA4" w14:textId="77777777" w:rsidR="00CB5F04" w:rsidRDefault="00CB5F04" w:rsidP="00CB5F04">
      <w:pPr>
        <w:ind w:left="270"/>
      </w:pPr>
    </w:p>
    <w:p w14:paraId="38B97985" w14:textId="5C82D19D" w:rsidR="00300F2D" w:rsidRPr="00CB5F04" w:rsidRDefault="00960462" w:rsidP="00CB5F04">
      <w:pPr>
        <w:pStyle w:val="ListParagraph"/>
        <w:numPr>
          <w:ilvl w:val="0"/>
          <w:numId w:val="2"/>
        </w:numPr>
        <w:ind w:left="270"/>
        <w:rPr>
          <w:b/>
        </w:rPr>
      </w:pPr>
      <w:r>
        <w:rPr>
          <w:b/>
        </w:rPr>
        <w:t>2</w:t>
      </w:r>
      <w:r w:rsidRPr="00960462">
        <w:rPr>
          <w:b/>
          <w:vertAlign w:val="superscript"/>
        </w:rPr>
        <w:t>nd</w:t>
      </w:r>
      <w:r>
        <w:rPr>
          <w:b/>
        </w:rPr>
        <w:t xml:space="preserve"> </w:t>
      </w:r>
      <w:r w:rsidR="00300F2D" w:rsidRPr="00CB5F04">
        <w:rPr>
          <w:b/>
        </w:rPr>
        <w:t xml:space="preserve">Street is approximately 2 miles long.  How many yards long is </w:t>
      </w:r>
      <w:r>
        <w:rPr>
          <w:b/>
        </w:rPr>
        <w:t>2</w:t>
      </w:r>
      <w:r w:rsidRPr="00960462">
        <w:rPr>
          <w:b/>
          <w:vertAlign w:val="superscript"/>
        </w:rPr>
        <w:t>nd</w:t>
      </w:r>
      <w:r w:rsidR="00300F2D" w:rsidRPr="00CB5F04">
        <w:rPr>
          <w:b/>
        </w:rPr>
        <w:t xml:space="preserve"> Street?</w:t>
      </w:r>
    </w:p>
    <w:p w14:paraId="4B7FA134" w14:textId="77777777" w:rsidR="00CB5F04" w:rsidRDefault="00CB5F04" w:rsidP="00CB5F04">
      <w:pPr>
        <w:ind w:left="270"/>
      </w:pPr>
    </w:p>
    <w:p w14:paraId="7A581C55" w14:textId="261CBA5D" w:rsidR="00CB5F04" w:rsidRDefault="00CB5F04" w:rsidP="00CB5F04">
      <w:pPr>
        <w:ind w:left="270"/>
      </w:pPr>
      <w:r>
        <w:t>GIVEN:</w:t>
      </w:r>
      <w:r>
        <w:tab/>
      </w:r>
      <w:r>
        <w:tab/>
      </w:r>
      <w:r>
        <w:tab/>
      </w:r>
      <w:r>
        <w:tab/>
      </w:r>
      <w:r>
        <w:tab/>
      </w:r>
      <w:r>
        <w:tab/>
        <w:t>LOOKING FOR:</w:t>
      </w:r>
    </w:p>
    <w:p w14:paraId="2143DDEB" w14:textId="77777777" w:rsidR="00CB5F04" w:rsidRDefault="00CB5F04" w:rsidP="00CB5F04">
      <w:pPr>
        <w:ind w:left="270"/>
      </w:pPr>
    </w:p>
    <w:p w14:paraId="43A54FB8" w14:textId="77777777" w:rsidR="00CB5F04" w:rsidRPr="00CB5F04" w:rsidRDefault="00CB5F04" w:rsidP="00CB5F04">
      <w:pPr>
        <w:ind w:left="270"/>
        <w:rPr>
          <w:rFonts w:ascii="Calibri" w:hAnsi="Calibri"/>
        </w:rPr>
      </w:pPr>
      <w:r w:rsidRPr="00CB5F04">
        <w:rPr>
          <w:rFonts w:ascii="Calibri" w:hAnsi="Calibri"/>
        </w:rPr>
        <w:t>T-CHART:</w:t>
      </w:r>
    </w:p>
    <w:p w14:paraId="37F02D65" w14:textId="77777777" w:rsidR="00CB5F04" w:rsidRDefault="00CB5F04" w:rsidP="00CB5F04">
      <w:pPr>
        <w:ind w:left="270"/>
      </w:pPr>
    </w:p>
    <w:p w14:paraId="140A5695" w14:textId="77777777" w:rsidR="00CB5F04" w:rsidRDefault="00CB5F04" w:rsidP="00CB5F04">
      <w:pPr>
        <w:ind w:left="270"/>
      </w:pPr>
    </w:p>
    <w:p w14:paraId="6BA85244" w14:textId="77777777" w:rsidR="00CB5F04" w:rsidRDefault="00CB5F04" w:rsidP="00CB5F04">
      <w:pPr>
        <w:ind w:left="270"/>
      </w:pPr>
    </w:p>
    <w:p w14:paraId="68C0E78B" w14:textId="77777777" w:rsidR="00CB5F04" w:rsidRDefault="00CB5F04" w:rsidP="00CB5F04">
      <w:pPr>
        <w:ind w:left="270"/>
      </w:pPr>
    </w:p>
    <w:p w14:paraId="2570CC79" w14:textId="29BF0D08" w:rsidR="00300F2D" w:rsidRPr="00CB5F04" w:rsidRDefault="00960462" w:rsidP="00CB5F04">
      <w:pPr>
        <w:pStyle w:val="ListParagraph"/>
        <w:numPr>
          <w:ilvl w:val="0"/>
          <w:numId w:val="2"/>
        </w:numPr>
        <w:ind w:left="270"/>
        <w:rPr>
          <w:b/>
        </w:rPr>
      </w:pPr>
      <w:r>
        <w:rPr>
          <w:b/>
        </w:rPr>
        <w:t>You spend 230</w:t>
      </w:r>
      <w:r w:rsidR="00300F2D" w:rsidRPr="00CB5F04">
        <w:rPr>
          <w:b/>
        </w:rPr>
        <w:t xml:space="preserve"> minutes in chemistry class each week.  How many minutes will you have spent in chemistry by the end of the school year (36 weeks)?</w:t>
      </w:r>
    </w:p>
    <w:p w14:paraId="5CAA75DA" w14:textId="77777777" w:rsidR="00CB5F04" w:rsidRDefault="00CB5F04" w:rsidP="00CB5F04">
      <w:pPr>
        <w:ind w:left="270"/>
      </w:pPr>
    </w:p>
    <w:p w14:paraId="12782309" w14:textId="50E450DB" w:rsidR="00CB5F04" w:rsidRDefault="00CB5F04" w:rsidP="00CB5F04">
      <w:pPr>
        <w:ind w:left="270"/>
      </w:pPr>
      <w:r>
        <w:t>GIVEN:</w:t>
      </w:r>
      <w:r>
        <w:tab/>
      </w:r>
      <w:r>
        <w:tab/>
      </w:r>
      <w:r>
        <w:tab/>
      </w:r>
      <w:r>
        <w:tab/>
      </w:r>
      <w:r>
        <w:tab/>
      </w:r>
      <w:r>
        <w:tab/>
        <w:t>LOOKING FOR:</w:t>
      </w:r>
    </w:p>
    <w:p w14:paraId="25E4C6E5" w14:textId="77777777" w:rsidR="00CB5F04" w:rsidRDefault="00CB5F04" w:rsidP="00CB5F04">
      <w:pPr>
        <w:ind w:left="270"/>
      </w:pPr>
    </w:p>
    <w:p w14:paraId="54AF02A0" w14:textId="77777777" w:rsidR="00CB5F04" w:rsidRPr="00CB5F04" w:rsidRDefault="00CB5F04" w:rsidP="00CB5F04">
      <w:pPr>
        <w:ind w:left="270"/>
        <w:rPr>
          <w:rFonts w:ascii="Calibri" w:hAnsi="Calibri"/>
        </w:rPr>
      </w:pPr>
      <w:r w:rsidRPr="00CB5F04">
        <w:rPr>
          <w:rFonts w:ascii="Calibri" w:hAnsi="Calibri"/>
        </w:rPr>
        <w:t>T-CHART:</w:t>
      </w:r>
    </w:p>
    <w:p w14:paraId="146AB4E5" w14:textId="77777777" w:rsidR="00CB5F04" w:rsidRDefault="00CB5F04">
      <w:bookmarkStart w:id="0" w:name="_GoBack"/>
      <w:bookmarkEnd w:id="0"/>
    </w:p>
    <w:sectPr w:rsidR="00CB5F04" w:rsidSect="008D248E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BD779D"/>
    <w:multiLevelType w:val="hybridMultilevel"/>
    <w:tmpl w:val="9C88A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63563"/>
    <w:multiLevelType w:val="hybridMultilevel"/>
    <w:tmpl w:val="99EC8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F2D"/>
    <w:rsid w:val="00027BA1"/>
    <w:rsid w:val="00300F2D"/>
    <w:rsid w:val="00302193"/>
    <w:rsid w:val="00315846"/>
    <w:rsid w:val="003914E3"/>
    <w:rsid w:val="008D248E"/>
    <w:rsid w:val="00960462"/>
    <w:rsid w:val="00B21C4F"/>
    <w:rsid w:val="00B7196B"/>
    <w:rsid w:val="00CB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07D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0F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300F2D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30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Doc.dotx</Template>
  <TotalTime>1</TotalTime>
  <Pages>2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dcterms:created xsi:type="dcterms:W3CDTF">2018-03-05T12:53:00Z</dcterms:created>
  <dcterms:modified xsi:type="dcterms:W3CDTF">2018-03-05T12:53:00Z</dcterms:modified>
</cp:coreProperties>
</file>